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D82E5" w14:textId="77777777" w:rsidR="00647897" w:rsidRDefault="00647897" w:rsidP="00647897">
      <w:pPr>
        <w:spacing w:line="360" w:lineRule="auto"/>
        <w:ind w:left="709" w:hanging="709"/>
        <w:rPr>
          <w:rFonts w:eastAsia="Calibri"/>
          <w:b/>
          <w:i/>
          <w:sz w:val="18"/>
          <w:szCs w:val="18"/>
        </w:rPr>
      </w:pPr>
      <w:r w:rsidRPr="00A72B35">
        <w:rPr>
          <w:rFonts w:eastAsia="Calibri"/>
          <w:b/>
          <w:i/>
          <w:noProof/>
          <w:sz w:val="18"/>
          <w:szCs w:val="18"/>
          <w:lang w:eastAsia="et-EE"/>
        </w:rPr>
        <w:drawing>
          <wp:inline distT="0" distB="0" distL="0" distR="0" wp14:anchorId="1E748697" wp14:editId="775C00C1">
            <wp:extent cx="5057140" cy="12166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14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347E1" w14:textId="5A99591F" w:rsidR="00A65D7F" w:rsidRPr="00DA5AD1" w:rsidRDefault="003F04DA" w:rsidP="003F04DA">
      <w:pPr>
        <w:rPr>
          <w:rFonts w:ascii="Times New Roman" w:hAnsi="Times New Roman" w:cs="Times New Roman"/>
        </w:rPr>
      </w:pPr>
      <w:r w:rsidRPr="00DA5AD1">
        <w:rPr>
          <w:rFonts w:ascii="Times New Roman" w:hAnsi="Times New Roman" w:cs="Times New Roman"/>
        </w:rPr>
        <w:t>Hr Toomas Kivisto</w:t>
      </w:r>
      <w:r w:rsidRPr="00DA5AD1">
        <w:rPr>
          <w:rFonts w:ascii="Times New Roman" w:hAnsi="Times New Roman" w:cs="Times New Roman"/>
        </w:rPr>
        <w:tab/>
      </w:r>
      <w:r w:rsidRPr="00DA5AD1">
        <w:rPr>
          <w:rFonts w:ascii="Times New Roman" w:hAnsi="Times New Roman" w:cs="Times New Roman"/>
        </w:rPr>
        <w:tab/>
      </w:r>
      <w:r w:rsidRPr="00DA5AD1">
        <w:rPr>
          <w:rFonts w:ascii="Times New Roman" w:hAnsi="Times New Roman" w:cs="Times New Roman"/>
        </w:rPr>
        <w:tab/>
      </w:r>
      <w:r w:rsidRPr="00DA5AD1">
        <w:rPr>
          <w:rFonts w:ascii="Times New Roman" w:hAnsi="Times New Roman" w:cs="Times New Roman"/>
        </w:rPr>
        <w:tab/>
      </w:r>
      <w:r w:rsidRPr="00DA5AD1">
        <w:rPr>
          <w:rFonts w:ascii="Times New Roman" w:hAnsi="Times New Roman" w:cs="Times New Roman"/>
        </w:rPr>
        <w:tab/>
      </w:r>
      <w:r w:rsidRPr="00DA5AD1">
        <w:rPr>
          <w:rFonts w:ascii="Times New Roman" w:hAnsi="Times New Roman" w:cs="Times New Roman"/>
        </w:rPr>
        <w:tab/>
      </w:r>
      <w:r w:rsidRPr="00DA5AD1">
        <w:rPr>
          <w:rFonts w:ascii="Times New Roman" w:hAnsi="Times New Roman" w:cs="Times New Roman"/>
        </w:rPr>
        <w:tab/>
        <w:t xml:space="preserve">Meie </w:t>
      </w:r>
      <w:r w:rsidR="00A65D7F" w:rsidRPr="00DA5AD1">
        <w:rPr>
          <w:rFonts w:ascii="Times New Roman" w:hAnsi="Times New Roman" w:cs="Times New Roman"/>
        </w:rPr>
        <w:t xml:space="preserve"> </w:t>
      </w:r>
      <w:r w:rsidR="00C93BFC">
        <w:rPr>
          <w:rFonts w:ascii="Times New Roman" w:hAnsi="Times New Roman" w:cs="Times New Roman"/>
        </w:rPr>
        <w:t>16.01.2023 nr 9</w:t>
      </w:r>
    </w:p>
    <w:p w14:paraId="7D0987E3" w14:textId="77777777" w:rsidR="003F04DA" w:rsidRPr="00DA5AD1" w:rsidRDefault="00065723" w:rsidP="003F04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Metsaparandusosakonna juhataja</w:t>
      </w:r>
    </w:p>
    <w:p w14:paraId="71AEF7B0" w14:textId="77777777" w:rsidR="003F04DA" w:rsidRPr="00DA5AD1" w:rsidRDefault="003F04DA" w:rsidP="003F04DA">
      <w:pPr>
        <w:rPr>
          <w:rFonts w:ascii="Times New Roman" w:hAnsi="Times New Roman" w:cs="Times New Roman"/>
        </w:rPr>
      </w:pPr>
      <w:r w:rsidRPr="00DA5AD1">
        <w:rPr>
          <w:rFonts w:ascii="Times New Roman" w:hAnsi="Times New Roman" w:cs="Times New Roman"/>
        </w:rPr>
        <w:t>Riigimetsa Majandamise Keskus</w:t>
      </w:r>
    </w:p>
    <w:p w14:paraId="60610E40" w14:textId="77777777" w:rsidR="003F04DA" w:rsidRPr="00DA5AD1" w:rsidRDefault="00573762" w:rsidP="003F04DA">
      <w:pPr>
        <w:rPr>
          <w:rFonts w:ascii="Times New Roman" w:hAnsi="Times New Roman" w:cs="Times New Roman"/>
        </w:rPr>
      </w:pPr>
      <w:hyperlink r:id="rId7" w:history="1">
        <w:r w:rsidR="003F04DA" w:rsidRPr="00DA5AD1">
          <w:rPr>
            <w:rStyle w:val="Hperlink"/>
            <w:rFonts w:ascii="Times New Roman" w:hAnsi="Times New Roman" w:cs="Times New Roman"/>
          </w:rPr>
          <w:t>toomas.kivisto@rmk.ee</w:t>
        </w:r>
      </w:hyperlink>
    </w:p>
    <w:p w14:paraId="066C9C13" w14:textId="77777777" w:rsidR="00F068DB" w:rsidRPr="00DA5AD1" w:rsidRDefault="00F068DB" w:rsidP="003F04DA">
      <w:pPr>
        <w:rPr>
          <w:rFonts w:ascii="Times New Roman" w:hAnsi="Times New Roman" w:cs="Times New Roman"/>
        </w:rPr>
      </w:pPr>
    </w:p>
    <w:p w14:paraId="0FAC2AD2" w14:textId="77777777" w:rsidR="003F04DA" w:rsidRPr="00DA5AD1" w:rsidRDefault="003F04DA" w:rsidP="003F04DA">
      <w:pPr>
        <w:rPr>
          <w:rFonts w:ascii="Times New Roman" w:hAnsi="Times New Roman" w:cs="Times New Roman"/>
        </w:rPr>
      </w:pPr>
    </w:p>
    <w:p w14:paraId="5AF36A51" w14:textId="64523FDA" w:rsidR="005B7E12" w:rsidRPr="00DA5AD1" w:rsidRDefault="000657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3F04DA" w:rsidRPr="00DA5AD1">
        <w:rPr>
          <w:rFonts w:ascii="Times New Roman" w:hAnsi="Times New Roman" w:cs="Times New Roman"/>
        </w:rPr>
        <w:t>rojekti üleandmise</w:t>
      </w:r>
      <w:r w:rsidR="00F800A2">
        <w:rPr>
          <w:rFonts w:ascii="Times New Roman" w:hAnsi="Times New Roman" w:cs="Times New Roman"/>
        </w:rPr>
        <w:t xml:space="preserve"> tähtaja pikendamine</w:t>
      </w:r>
      <w:r w:rsidR="00D72E58">
        <w:rPr>
          <w:rFonts w:ascii="Times New Roman" w:hAnsi="Times New Roman" w:cs="Times New Roman"/>
        </w:rPr>
        <w:t xml:space="preserve"> </w:t>
      </w:r>
    </w:p>
    <w:p w14:paraId="47428FD3" w14:textId="77777777" w:rsidR="003F04DA" w:rsidRDefault="003F04DA">
      <w:pPr>
        <w:rPr>
          <w:rFonts w:ascii="Times New Roman" w:hAnsi="Times New Roman" w:cs="Times New Roman"/>
        </w:rPr>
      </w:pPr>
    </w:p>
    <w:p w14:paraId="5F9468CB" w14:textId="77777777" w:rsidR="00F60983" w:rsidRPr="00DA5AD1" w:rsidRDefault="00F60983">
      <w:pPr>
        <w:rPr>
          <w:rFonts w:ascii="Times New Roman" w:hAnsi="Times New Roman" w:cs="Times New Roman"/>
        </w:rPr>
      </w:pPr>
    </w:p>
    <w:p w14:paraId="5B85171A" w14:textId="77777777" w:rsidR="00F068DB" w:rsidRPr="00DA5AD1" w:rsidRDefault="00F068DB">
      <w:pPr>
        <w:rPr>
          <w:rFonts w:ascii="Times New Roman" w:hAnsi="Times New Roman" w:cs="Times New Roman"/>
        </w:rPr>
      </w:pPr>
    </w:p>
    <w:p w14:paraId="042CAE1D" w14:textId="70439A6A" w:rsidR="008A2D61" w:rsidRDefault="003F04DA" w:rsidP="00612944">
      <w:pPr>
        <w:spacing w:line="276" w:lineRule="auto"/>
        <w:jc w:val="both"/>
        <w:rPr>
          <w:rFonts w:ascii="Times New Roman" w:hAnsi="Times New Roman" w:cs="Times New Roman"/>
        </w:rPr>
      </w:pPr>
      <w:r w:rsidRPr="00DA5AD1">
        <w:rPr>
          <w:rFonts w:ascii="Times New Roman" w:hAnsi="Times New Roman" w:cs="Times New Roman"/>
        </w:rPr>
        <w:t>AS Projekteerimisbüroo Maa ja Vesi</w:t>
      </w:r>
      <w:r w:rsidR="00B87416">
        <w:rPr>
          <w:rFonts w:ascii="Times New Roman" w:hAnsi="Times New Roman" w:cs="Times New Roman"/>
        </w:rPr>
        <w:t xml:space="preserve"> palub</w:t>
      </w:r>
      <w:r w:rsidR="005047CA">
        <w:rPr>
          <w:rFonts w:ascii="Times New Roman" w:hAnsi="Times New Roman" w:cs="Times New Roman"/>
        </w:rPr>
        <w:t xml:space="preserve"> </w:t>
      </w:r>
      <w:r w:rsidRPr="00DA5AD1">
        <w:rPr>
          <w:rFonts w:ascii="Times New Roman" w:hAnsi="Times New Roman" w:cs="Times New Roman"/>
        </w:rPr>
        <w:t xml:space="preserve">pikendada </w:t>
      </w:r>
      <w:r w:rsidR="00C93BFC">
        <w:rPr>
          <w:rFonts w:ascii="Times New Roman" w:hAnsi="Times New Roman" w:cs="Times New Roman"/>
        </w:rPr>
        <w:t>Mardissaare-Tellisssaare metsakuivenduse maaparandusehitiste rekonstrueerimisprojekti ekspertiisi</w:t>
      </w:r>
      <w:r w:rsidR="00573762">
        <w:rPr>
          <w:rFonts w:ascii="Times New Roman" w:hAnsi="Times New Roman" w:cs="Times New Roman"/>
        </w:rPr>
        <w:t>jägset</w:t>
      </w:r>
      <w:r w:rsidR="00C93BFC">
        <w:rPr>
          <w:rFonts w:ascii="Times New Roman" w:hAnsi="Times New Roman" w:cs="Times New Roman"/>
        </w:rPr>
        <w:t xml:space="preserve"> üleandmise tähtaega kuupäevani 11.04.2023</w:t>
      </w:r>
      <w:r w:rsidR="007B1D8C">
        <w:rPr>
          <w:rFonts w:ascii="Times New Roman" w:hAnsi="Times New Roman" w:cs="Times New Roman"/>
        </w:rPr>
        <w:t>.a.</w:t>
      </w:r>
      <w:r w:rsidR="00F800A2">
        <w:rPr>
          <w:rFonts w:ascii="Times New Roman" w:hAnsi="Times New Roman" w:cs="Times New Roman"/>
        </w:rPr>
        <w:t xml:space="preserve"> </w:t>
      </w:r>
      <w:r w:rsidR="004B73F6">
        <w:rPr>
          <w:rFonts w:ascii="Times New Roman" w:hAnsi="Times New Roman" w:cs="Times New Roman"/>
        </w:rPr>
        <w:t xml:space="preserve"> </w:t>
      </w:r>
      <w:r w:rsidR="001B376C" w:rsidRPr="00DA5AD1">
        <w:rPr>
          <w:rFonts w:ascii="Times New Roman" w:hAnsi="Times New Roman" w:cs="Times New Roman"/>
        </w:rPr>
        <w:t xml:space="preserve">  </w:t>
      </w:r>
      <w:r w:rsidR="00C93BFC">
        <w:rPr>
          <w:rFonts w:ascii="Times New Roman" w:hAnsi="Times New Roman" w:cs="Times New Roman"/>
        </w:rPr>
        <w:t xml:space="preserve">(Ekspertiisi teostaja </w:t>
      </w:r>
      <w:r w:rsidR="007B1D8C">
        <w:rPr>
          <w:rFonts w:ascii="Times New Roman" w:hAnsi="Times New Roman" w:cs="Times New Roman"/>
        </w:rPr>
        <w:t xml:space="preserve">on </w:t>
      </w:r>
      <w:r w:rsidR="00C93BFC">
        <w:rPr>
          <w:rFonts w:ascii="Times New Roman" w:hAnsi="Times New Roman" w:cs="Times New Roman"/>
        </w:rPr>
        <w:t>FIE Peeter Lond)</w:t>
      </w:r>
      <w:r w:rsidR="00065723">
        <w:rPr>
          <w:rFonts w:ascii="Times New Roman" w:hAnsi="Times New Roman" w:cs="Times New Roman"/>
        </w:rPr>
        <w:t>,  kuna</w:t>
      </w:r>
      <w:r w:rsidR="005047CA">
        <w:rPr>
          <w:rFonts w:ascii="Times New Roman" w:hAnsi="Times New Roman" w:cs="Times New Roman"/>
        </w:rPr>
        <w:t xml:space="preserve"> </w:t>
      </w:r>
      <w:r w:rsidR="004B73F6">
        <w:rPr>
          <w:rFonts w:ascii="Times New Roman" w:hAnsi="Times New Roman" w:cs="Times New Roman"/>
        </w:rPr>
        <w:t xml:space="preserve"> </w:t>
      </w:r>
      <w:r w:rsidR="007B1D8C">
        <w:rPr>
          <w:rFonts w:ascii="Times New Roman" w:hAnsi="Times New Roman" w:cs="Times New Roman"/>
        </w:rPr>
        <w:t>23.11.2022 toimunud töökoosolekul otsustati teha projektis täiendusi ja telliti uued projekteerimistingimused.</w:t>
      </w:r>
    </w:p>
    <w:p w14:paraId="33E0F769" w14:textId="2E9402EC" w:rsidR="007B1D8C" w:rsidRDefault="007B1D8C" w:rsidP="0061294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Täiendatud projekt esitati eksperdile 13.01.2023.</w:t>
      </w:r>
      <w:r w:rsidR="00573762">
        <w:rPr>
          <w:rFonts w:ascii="Times New Roman" w:hAnsi="Times New Roman" w:cs="Times New Roman"/>
        </w:rPr>
        <w:t>a.</w:t>
      </w:r>
    </w:p>
    <w:p w14:paraId="620CBA62" w14:textId="77777777" w:rsidR="007B1D8C" w:rsidRDefault="007B1D8C" w:rsidP="00612944">
      <w:pPr>
        <w:spacing w:line="276" w:lineRule="auto"/>
        <w:jc w:val="both"/>
        <w:rPr>
          <w:rFonts w:ascii="Times New Roman" w:hAnsi="Times New Roman" w:cs="Times New Roman"/>
        </w:rPr>
      </w:pPr>
    </w:p>
    <w:p w14:paraId="6FE17947" w14:textId="77777777" w:rsidR="00FF5770" w:rsidRPr="00DA5AD1" w:rsidRDefault="00FF5770" w:rsidP="00DA5AD1">
      <w:pPr>
        <w:spacing w:line="276" w:lineRule="auto"/>
        <w:rPr>
          <w:rFonts w:ascii="Times New Roman" w:hAnsi="Times New Roman" w:cs="Times New Roman"/>
        </w:rPr>
      </w:pPr>
    </w:p>
    <w:p w14:paraId="37F69806" w14:textId="77777777" w:rsidR="00FF5770" w:rsidRPr="00DA5AD1" w:rsidRDefault="00FF5770">
      <w:pPr>
        <w:rPr>
          <w:rFonts w:ascii="Times New Roman" w:hAnsi="Times New Roman" w:cs="Times New Roman"/>
        </w:rPr>
      </w:pPr>
    </w:p>
    <w:p w14:paraId="0A32E225" w14:textId="77777777" w:rsidR="00A65D7F" w:rsidRDefault="00A65D7F">
      <w:pPr>
        <w:rPr>
          <w:rFonts w:ascii="Times New Roman" w:hAnsi="Times New Roman" w:cs="Times New Roman"/>
        </w:rPr>
      </w:pPr>
      <w:r w:rsidRPr="00DA5AD1">
        <w:rPr>
          <w:rFonts w:ascii="Times New Roman" w:hAnsi="Times New Roman" w:cs="Times New Roman"/>
        </w:rPr>
        <w:t>Lugupidamisega</w:t>
      </w:r>
    </w:p>
    <w:p w14:paraId="5D1A4F40" w14:textId="77777777" w:rsidR="00223396" w:rsidRPr="00DA5AD1" w:rsidRDefault="00223396">
      <w:pPr>
        <w:rPr>
          <w:rFonts w:ascii="Times New Roman" w:hAnsi="Times New Roman" w:cs="Times New Roman"/>
        </w:rPr>
      </w:pPr>
    </w:p>
    <w:p w14:paraId="555F31BA" w14:textId="77777777" w:rsidR="00A65D7F" w:rsidRDefault="00A65D7F">
      <w:pPr>
        <w:rPr>
          <w:rFonts w:ascii="Times New Roman" w:hAnsi="Times New Roman" w:cs="Times New Roman"/>
        </w:rPr>
      </w:pPr>
      <w:r w:rsidRPr="00DA5AD1">
        <w:rPr>
          <w:rFonts w:ascii="Times New Roman" w:hAnsi="Times New Roman" w:cs="Times New Roman"/>
        </w:rPr>
        <w:t>(allkirjasta</w:t>
      </w:r>
      <w:r w:rsidR="001B376C" w:rsidRPr="00DA5AD1">
        <w:rPr>
          <w:rFonts w:ascii="Times New Roman" w:hAnsi="Times New Roman" w:cs="Times New Roman"/>
        </w:rPr>
        <w:t>t</w:t>
      </w:r>
      <w:r w:rsidRPr="00DA5AD1">
        <w:rPr>
          <w:rFonts w:ascii="Times New Roman" w:hAnsi="Times New Roman" w:cs="Times New Roman"/>
        </w:rPr>
        <w:t>ud digitaalselt)</w:t>
      </w:r>
    </w:p>
    <w:p w14:paraId="4003807E" w14:textId="77777777" w:rsidR="00223396" w:rsidRPr="00DA5AD1" w:rsidRDefault="00223396">
      <w:pPr>
        <w:rPr>
          <w:rFonts w:ascii="Times New Roman" w:hAnsi="Times New Roman" w:cs="Times New Roman"/>
        </w:rPr>
      </w:pPr>
    </w:p>
    <w:p w14:paraId="61652608" w14:textId="51A93F04" w:rsidR="00A65D7F" w:rsidRPr="00DA5AD1" w:rsidRDefault="006B6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Henri Daniel Ots </w:t>
      </w:r>
    </w:p>
    <w:p w14:paraId="0070ECF5" w14:textId="77777777" w:rsidR="00A65D7F" w:rsidRPr="00DA5AD1" w:rsidRDefault="00A65D7F">
      <w:pPr>
        <w:rPr>
          <w:rFonts w:ascii="Times New Roman" w:hAnsi="Times New Roman" w:cs="Times New Roman"/>
        </w:rPr>
      </w:pPr>
      <w:r w:rsidRPr="00DA5AD1">
        <w:rPr>
          <w:rFonts w:ascii="Times New Roman" w:hAnsi="Times New Roman" w:cs="Times New Roman"/>
        </w:rPr>
        <w:t>Juhatuse liige</w:t>
      </w:r>
    </w:p>
    <w:p w14:paraId="073F23A3" w14:textId="77777777" w:rsidR="00F068DB" w:rsidRPr="00DA5AD1" w:rsidRDefault="00F068DB">
      <w:pPr>
        <w:rPr>
          <w:rFonts w:ascii="Times New Roman" w:hAnsi="Times New Roman" w:cs="Times New Roman"/>
        </w:rPr>
      </w:pPr>
    </w:p>
    <w:p w14:paraId="1C46D346" w14:textId="77777777" w:rsidR="00F068DB" w:rsidRPr="00DA5AD1" w:rsidRDefault="00F068DB">
      <w:pPr>
        <w:rPr>
          <w:rFonts w:ascii="Times New Roman" w:hAnsi="Times New Roman" w:cs="Times New Roman"/>
        </w:rPr>
      </w:pPr>
    </w:p>
    <w:p w14:paraId="503F6872" w14:textId="51543252" w:rsidR="00065723" w:rsidRDefault="00851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</w:t>
      </w:r>
      <w:r w:rsidR="007B1D8C">
        <w:rPr>
          <w:rFonts w:ascii="Times New Roman" w:hAnsi="Times New Roman" w:cs="Times New Roman"/>
        </w:rPr>
        <w:t>d:</w:t>
      </w:r>
    </w:p>
    <w:p w14:paraId="261B4F47" w14:textId="6195D6BA" w:rsidR="007B1D8C" w:rsidRDefault="007B1D8C" w:rsidP="007B1D8C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PTA projekteerimistingimused</w:t>
      </w:r>
    </w:p>
    <w:p w14:paraId="4C5B9694" w14:textId="43F2C2E0" w:rsidR="007B1D8C" w:rsidRPr="007B1D8C" w:rsidRDefault="007B1D8C" w:rsidP="007B1D8C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23.11.2022 toimunud töökoosoleku protokoll</w:t>
      </w:r>
    </w:p>
    <w:p w14:paraId="2B96BC46" w14:textId="77777777" w:rsidR="00065723" w:rsidRPr="00DA5AD1" w:rsidRDefault="00065723">
      <w:pPr>
        <w:rPr>
          <w:rFonts w:ascii="Times New Roman" w:hAnsi="Times New Roman" w:cs="Times New Roman"/>
        </w:rPr>
      </w:pPr>
    </w:p>
    <w:p w14:paraId="50C1A19F" w14:textId="77777777" w:rsidR="003F04DA" w:rsidRDefault="003F04DA">
      <w:pPr>
        <w:rPr>
          <w:rFonts w:ascii="Times New Roman" w:hAnsi="Times New Roman" w:cs="Times New Roman"/>
        </w:rPr>
      </w:pPr>
    </w:p>
    <w:p w14:paraId="2F622296" w14:textId="77777777" w:rsidR="00065723" w:rsidRDefault="00065723">
      <w:pPr>
        <w:rPr>
          <w:rFonts w:ascii="Times New Roman" w:hAnsi="Times New Roman" w:cs="Times New Roman"/>
        </w:rPr>
      </w:pPr>
    </w:p>
    <w:p w14:paraId="6868DAE9" w14:textId="77777777" w:rsidR="00904AE5" w:rsidRDefault="00904AE5">
      <w:pPr>
        <w:rPr>
          <w:rFonts w:ascii="Times New Roman" w:hAnsi="Times New Roman" w:cs="Times New Roman"/>
        </w:rPr>
      </w:pPr>
    </w:p>
    <w:p w14:paraId="19A307F2" w14:textId="4F4A8C24" w:rsidR="00065723" w:rsidRPr="00ED4120" w:rsidRDefault="0023734B" w:rsidP="0023734B">
      <w:pPr>
        <w:spacing w:line="360" w:lineRule="auto"/>
        <w:ind w:left="720"/>
        <w:jc w:val="center"/>
        <w:rPr>
          <w:rFonts w:eastAsia="Calibri"/>
          <w:b/>
          <w:sz w:val="18"/>
          <w:szCs w:val="18"/>
        </w:rPr>
      </w:pPr>
      <w:r>
        <w:rPr>
          <w:noProof/>
          <w:lang w:eastAsia="et-EE"/>
        </w:rPr>
        <w:drawing>
          <wp:inline distT="0" distB="0" distL="0" distR="0" wp14:anchorId="2D1B880C" wp14:editId="143EFBB2">
            <wp:extent cx="2619375" cy="790575"/>
            <wp:effectExtent l="0" t="0" r="9525" b="9525"/>
            <wp:docPr id="3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723" w:rsidRPr="00ED4120" w:rsidSect="00DA5AD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E27F6B"/>
    <w:multiLevelType w:val="hybridMultilevel"/>
    <w:tmpl w:val="663C96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9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4DA"/>
    <w:rsid w:val="00065723"/>
    <w:rsid w:val="00166A8E"/>
    <w:rsid w:val="00183E8E"/>
    <w:rsid w:val="001B376C"/>
    <w:rsid w:val="00223396"/>
    <w:rsid w:val="00234D4E"/>
    <w:rsid w:val="0023734B"/>
    <w:rsid w:val="002E7FA3"/>
    <w:rsid w:val="0035292B"/>
    <w:rsid w:val="00364D69"/>
    <w:rsid w:val="003E638E"/>
    <w:rsid w:val="003F04DA"/>
    <w:rsid w:val="004B73F6"/>
    <w:rsid w:val="004C6C24"/>
    <w:rsid w:val="005047CA"/>
    <w:rsid w:val="00573762"/>
    <w:rsid w:val="00587A53"/>
    <w:rsid w:val="005B7E12"/>
    <w:rsid w:val="005D403A"/>
    <w:rsid w:val="005D769D"/>
    <w:rsid w:val="00612944"/>
    <w:rsid w:val="00647897"/>
    <w:rsid w:val="006B623C"/>
    <w:rsid w:val="00776A7E"/>
    <w:rsid w:val="007B1D8C"/>
    <w:rsid w:val="00825562"/>
    <w:rsid w:val="0085129B"/>
    <w:rsid w:val="00872DFC"/>
    <w:rsid w:val="008A2D61"/>
    <w:rsid w:val="00904AE5"/>
    <w:rsid w:val="00A65D7F"/>
    <w:rsid w:val="00B87416"/>
    <w:rsid w:val="00BD1FFD"/>
    <w:rsid w:val="00C07767"/>
    <w:rsid w:val="00C577F5"/>
    <w:rsid w:val="00C93BFC"/>
    <w:rsid w:val="00D72E58"/>
    <w:rsid w:val="00DA5AD1"/>
    <w:rsid w:val="00DD6C63"/>
    <w:rsid w:val="00ED4120"/>
    <w:rsid w:val="00EE28E0"/>
    <w:rsid w:val="00F068DB"/>
    <w:rsid w:val="00F23529"/>
    <w:rsid w:val="00F60983"/>
    <w:rsid w:val="00F800A2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283B"/>
  <w15:chartTrackingRefBased/>
  <w15:docId w15:val="{DA48A07D-95D2-42FF-9327-4B7E15B7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4DA"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Pealkiri8Mrk">
    <w:name w:val="Pealkiri 8 Märk"/>
    <w:basedOn w:val="Liguvaikefont"/>
    <w:link w:val="Pealkiri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Pr>
      <w:rFonts w:eastAsiaTheme="minorEastAsia"/>
      <w:color w:val="5A5A5A" w:themeColor="text1" w:themeTint="A5"/>
      <w:spacing w:val="15"/>
    </w:rPr>
  </w:style>
  <w:style w:type="character" w:styleId="Vaevumrgatavrhutus">
    <w:name w:val="Subtle Emphasis"/>
    <w:basedOn w:val="Liguvaikefont"/>
    <w:uiPriority w:val="19"/>
    <w:qFormat/>
    <w:rPr>
      <w:i/>
      <w:iCs/>
      <w:color w:val="404040" w:themeColor="text1" w:themeTint="BF"/>
    </w:rPr>
  </w:style>
  <w:style w:type="character" w:styleId="Rhutus">
    <w:name w:val="Emphasis"/>
    <w:basedOn w:val="Liguvaikefont"/>
    <w:uiPriority w:val="20"/>
    <w:qFormat/>
    <w:rPr>
      <w:i/>
      <w:iCs/>
    </w:rPr>
  </w:style>
  <w:style w:type="character" w:styleId="Selgeltmrgatavrhutus">
    <w:name w:val="Intense Emphasis"/>
    <w:basedOn w:val="Liguvaikefont"/>
    <w:uiPriority w:val="21"/>
    <w:qFormat/>
    <w:rPr>
      <w:i/>
      <w:iCs/>
      <w:color w:val="5B9BD5" w:themeColor="accent1"/>
    </w:rPr>
  </w:style>
  <w:style w:type="character" w:styleId="Tugev">
    <w:name w:val="Strong"/>
    <w:basedOn w:val="Liguvaikefont"/>
    <w:uiPriority w:val="22"/>
    <w:qFormat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Pr>
      <w:i/>
      <w:iCs/>
      <w:color w:val="404040" w:themeColor="text1" w:themeTint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Pr>
      <w:i/>
      <w:iCs/>
      <w:color w:val="5B9BD5" w:themeColor="accent1"/>
    </w:rPr>
  </w:style>
  <w:style w:type="character" w:styleId="Vaevumrgatavviide">
    <w:name w:val="Subtle Reference"/>
    <w:basedOn w:val="Liguvaikefont"/>
    <w:uiPriority w:val="31"/>
    <w:qFormat/>
    <w:rPr>
      <w:smallCaps/>
      <w:color w:val="5A5A5A" w:themeColor="text1" w:themeTint="A5"/>
    </w:rPr>
  </w:style>
  <w:style w:type="character" w:styleId="Selgeltmrgatavviide">
    <w:name w:val="Intense Reference"/>
    <w:basedOn w:val="Liguvaikefont"/>
    <w:uiPriority w:val="32"/>
    <w:qFormat/>
    <w:rPr>
      <w:b/>
      <w:bCs/>
      <w:smallCaps/>
      <w:color w:val="5B9BD5" w:themeColor="accent1"/>
      <w:spacing w:val="5"/>
    </w:rPr>
  </w:style>
  <w:style w:type="character" w:styleId="Raamatupealkiri">
    <w:name w:val="Book Title"/>
    <w:basedOn w:val="Liguvaikefont"/>
    <w:uiPriority w:val="33"/>
    <w:qFormat/>
    <w:rPr>
      <w:b/>
      <w:bCs/>
      <w:i/>
      <w:iCs/>
      <w:spacing w:val="5"/>
    </w:rPr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unhideWhenUsed/>
    <w:rPr>
      <w:color w:val="954F72" w:themeColor="followedHyperlink"/>
      <w:u w:val="single"/>
    </w:rPr>
  </w:style>
  <w:style w:type="paragraph" w:styleId="Pealdis">
    <w:name w:val="caption"/>
    <w:basedOn w:val="Normaallaad"/>
    <w:next w:val="Normaallaa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65D7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65D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5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toomas.kivisto@rm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ri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17</TotalTime>
  <Pages>1</Pages>
  <Words>118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 Sulger</dc:creator>
  <cp:keywords/>
  <dc:description/>
  <cp:lastModifiedBy>Õilme Väli</cp:lastModifiedBy>
  <cp:revision>4</cp:revision>
  <cp:lastPrinted>2018-05-08T10:09:00Z</cp:lastPrinted>
  <dcterms:created xsi:type="dcterms:W3CDTF">2023-01-16T09:36:00Z</dcterms:created>
  <dcterms:modified xsi:type="dcterms:W3CDTF">2023-01-16T09:57:00Z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